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21F6B" w14:textId="77777777" w:rsidR="00140EC9" w:rsidRDefault="00140EC9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0BB14F2C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  <w:bookmarkStart w:id="0" w:name="_GoBack"/>
      <w:bookmarkEnd w:id="0"/>
    </w:p>
    <w:p w14:paraId="2DDD8E94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27B39451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2F4DA505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50C07021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019A8E7D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2159057D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61D675CE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</w:p>
    <w:p w14:paraId="6D233994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7B64DDDF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67A09EA2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17F298FA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50E3666B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3EDCE82B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3BC39688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5972C23C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2292680B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65AE2537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64D6AA29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1A4AD86A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445D151A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41FF61EF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7D5CDF58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6EF124C8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341D0990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5904AB5C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232EBE4B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5346FCDD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655F9E46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2047C42A" w14:textId="77777777" w:rsid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p w14:paraId="125AA10D" w14:textId="7B725B3D" w:rsidR="00C07994" w:rsidRP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  <w:r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  <w:br/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3"/>
        <w:gridCol w:w="2268"/>
      </w:tblGrid>
      <w:tr w:rsidR="00C07994" w14:paraId="75EEB6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/>
        </w:trPr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13" w:type="dxa"/>
              <w:bottom w:w="57" w:type="dxa"/>
              <w:right w:w="57" w:type="dxa"/>
            </w:tcMar>
          </w:tcPr>
          <w:p w14:paraId="39E11E1B" w14:textId="77777777" w:rsidR="00C07994" w:rsidRDefault="00C07994">
            <w:pPr>
              <w:pStyle w:val="BasicParagraph"/>
              <w:suppressAutoHyphens/>
            </w:pPr>
            <w:r>
              <w:rPr>
                <w:rFonts w:cs="GillSans"/>
                <w:caps/>
                <w:sz w:val="20"/>
                <w:szCs w:val="20"/>
              </w:rPr>
              <w:t>MONITORES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13" w:type="dxa"/>
              <w:bottom w:w="57" w:type="dxa"/>
              <w:right w:w="57" w:type="dxa"/>
            </w:tcMar>
          </w:tcPr>
          <w:p w14:paraId="0C4CB5FF" w14:textId="77777777" w:rsidR="00C07994" w:rsidRDefault="00C07994">
            <w:pPr>
              <w:pStyle w:val="BasicParagraph"/>
              <w:suppressAutoHyphens/>
            </w:pPr>
            <w:r>
              <w:rPr>
                <w:rFonts w:cs="GillSans"/>
                <w:caps/>
                <w:sz w:val="20"/>
                <w:szCs w:val="20"/>
              </w:rPr>
              <w:t>DATA</w:t>
            </w:r>
          </w:p>
        </w:tc>
      </w:tr>
    </w:tbl>
    <w:p w14:paraId="6F34491A" w14:textId="72611B20" w:rsidR="00C07994" w:rsidRPr="00C07994" w:rsidRDefault="00C07994" w:rsidP="00140EC9">
      <w:pPr>
        <w:spacing w:after="0" w:line="240" w:lineRule="auto"/>
        <w:jc w:val="both"/>
        <w:rPr>
          <w:rFonts w:ascii="Gill Sans" w:eastAsiaTheme="minorHAnsi" w:hAnsi="Gill Sans" w:cs="Gill Sans"/>
          <w:color w:val="auto"/>
          <w:sz w:val="20"/>
          <w:szCs w:val="20"/>
          <w:lang w:eastAsia="en-US"/>
        </w:rPr>
      </w:pPr>
    </w:p>
    <w:sectPr w:rsidR="00C07994" w:rsidRPr="00C07994" w:rsidSect="00CA759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3686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ACA158" w14:textId="77777777" w:rsidR="001E3C26" w:rsidRDefault="001E3C26" w:rsidP="006B5B8A">
      <w:pPr>
        <w:spacing w:after="0" w:line="240" w:lineRule="auto"/>
      </w:pPr>
      <w:r>
        <w:separator/>
      </w:r>
    </w:p>
  </w:endnote>
  <w:endnote w:type="continuationSeparator" w:id="0">
    <w:p w14:paraId="5E84913A" w14:textId="77777777" w:rsidR="001E3C26" w:rsidRDefault="001E3C26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illSans">
    <w:altName w:val="Gill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0521BC" w14:textId="77777777" w:rsidR="001C0B20" w:rsidRDefault="001C0B20" w:rsidP="005C0AD6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8480" behindDoc="0" locked="0" layoutInCell="1" allowOverlap="1" wp14:anchorId="3C1E8A7A" wp14:editId="7AB34DE6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7560000" cy="630972"/>
          <wp:effectExtent l="0" t="0" r="0" b="444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63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F18AF" w14:textId="77777777" w:rsidR="001C0B20" w:rsidRDefault="001C0B20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6B3FCA7F" wp14:editId="09486BD7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AD0087" w14:textId="77777777" w:rsidR="001E3C26" w:rsidRDefault="001E3C26" w:rsidP="006B5B8A">
      <w:pPr>
        <w:spacing w:after="0" w:line="240" w:lineRule="auto"/>
      </w:pPr>
      <w:r>
        <w:separator/>
      </w:r>
    </w:p>
  </w:footnote>
  <w:footnote w:type="continuationSeparator" w:id="0">
    <w:p w14:paraId="5E1469E3" w14:textId="77777777" w:rsidR="001E3C26" w:rsidRDefault="001E3C26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6D2017" w14:textId="43B5984C" w:rsidR="001C0B20" w:rsidRDefault="00C07994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8A07826" wp14:editId="0B58BCCE">
              <wp:simplePos x="0" y="0"/>
              <wp:positionH relativeFrom="column">
                <wp:posOffset>2095500</wp:posOffset>
              </wp:positionH>
              <wp:positionV relativeFrom="paragraph">
                <wp:posOffset>1090930</wp:posOffset>
              </wp:positionV>
              <wp:extent cx="3422650" cy="342900"/>
              <wp:effectExtent l="0" t="0" r="0" b="1270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26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A5CE66" w14:textId="77777777" w:rsidR="00C07994" w:rsidRDefault="00C0799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0" o:spid="_x0000_s1026" type="#_x0000_t202" style="position:absolute;margin-left:165pt;margin-top:85.9pt;width:269.5pt;height:2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" filled="f" stroked="f">
              <v:textbox>
                <w:txbxContent>
                  <w:p w14:paraId="69A5CE66" w14:textId="77777777" w:rsidR="00C07994" w:rsidRDefault="00C07994"/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4226CF05" wp14:editId="35248143">
          <wp:simplePos x="0" y="0"/>
          <wp:positionH relativeFrom="column">
            <wp:posOffset>-908050</wp:posOffset>
          </wp:positionH>
          <wp:positionV relativeFrom="paragraph">
            <wp:posOffset>-509270</wp:posOffset>
          </wp:positionV>
          <wp:extent cx="7559675" cy="2160905"/>
          <wp:effectExtent l="0" t="0" r="9525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8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60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26CC3" w14:textId="77777777" w:rsidR="001C0B20" w:rsidRDefault="001C0B20" w:rsidP="0057649C">
    <w:pPr>
      <w:pStyle w:val="Header"/>
      <w:tabs>
        <w:tab w:val="clear" w:pos="4252"/>
        <w:tab w:val="clear" w:pos="8504"/>
        <w:tab w:val="left" w:pos="944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BC059C1" wp14:editId="2D401BDA">
              <wp:simplePos x="0" y="0"/>
              <wp:positionH relativeFrom="column">
                <wp:posOffset>2025650</wp:posOffset>
              </wp:positionH>
              <wp:positionV relativeFrom="paragraph">
                <wp:posOffset>1090930</wp:posOffset>
              </wp:positionV>
              <wp:extent cx="3562350" cy="342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23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3D8E1C" w14:textId="77777777" w:rsidR="001C0B20" w:rsidRPr="00B374F3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27" type="#_x0000_t202" style="position:absolute;margin-left:159.5pt;margin-top:85.9pt;width:280.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XZx9ICAAAV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" filled="f" stroked="f">
              <v:textbox>
                <w:txbxContent>
                  <w:p w14:paraId="6A3D8E1C" w14:textId="77777777" w:rsidR="001C0B20" w:rsidRPr="00B374F3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0F7952C4" wp14:editId="3C68D124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C2C24CD" wp14:editId="648C9454">
              <wp:simplePos x="0" y="0"/>
              <wp:positionH relativeFrom="column">
                <wp:posOffset>2308225</wp:posOffset>
              </wp:positionH>
              <wp:positionV relativeFrom="paragraph">
                <wp:posOffset>1115907</wp:posOffset>
              </wp:positionV>
              <wp:extent cx="3225588" cy="338667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5588" cy="33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5857E4" w14:textId="77777777" w:rsidR="001C0B20" w:rsidRPr="00E07928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6" o:spid="_x0000_s1028" type="#_x0000_t202" style="position:absolute;margin-left:181.75pt;margin-top:87.85pt;width:254pt;height:26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" filled="f" stroked="f">
              <v:textbox>
                <w:txbxContent>
                  <w:p w14:paraId="4C5857E4" w14:textId="77777777" w:rsidR="001C0B20" w:rsidRPr="00E07928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0233BC7" wp14:editId="62B8EBED">
              <wp:simplePos x="0" y="0"/>
              <wp:positionH relativeFrom="column">
                <wp:posOffset>2291080</wp:posOffset>
              </wp:positionH>
              <wp:positionV relativeFrom="paragraph">
                <wp:posOffset>1107652</wp:posOffset>
              </wp:positionV>
              <wp:extent cx="3208867" cy="313266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8867" cy="3132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1C6CC7" w14:textId="77777777" w:rsidR="001C0B20" w:rsidRPr="00784603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" o:spid="_x0000_s1029" type="#_x0000_t202" style="position:absolute;margin-left:180.4pt;margin-top:87.2pt;width:252.65pt;height:24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" filled="f" stroked="f">
              <v:textbox>
                <w:txbxContent>
                  <w:p w14:paraId="091C6CC7" w14:textId="77777777" w:rsidR="001C0B20" w:rsidRPr="00784603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740A4"/>
    <w:multiLevelType w:val="hybridMultilevel"/>
    <w:tmpl w:val="35FA2E6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C26"/>
    <w:rsid w:val="0005165C"/>
    <w:rsid w:val="00090DE7"/>
    <w:rsid w:val="00097E8E"/>
    <w:rsid w:val="00105B5B"/>
    <w:rsid w:val="00123769"/>
    <w:rsid w:val="00140EC9"/>
    <w:rsid w:val="001657D8"/>
    <w:rsid w:val="001C0B20"/>
    <w:rsid w:val="001E3C26"/>
    <w:rsid w:val="00220EB4"/>
    <w:rsid w:val="002344B2"/>
    <w:rsid w:val="002619F6"/>
    <w:rsid w:val="002627D2"/>
    <w:rsid w:val="002658E4"/>
    <w:rsid w:val="002852D5"/>
    <w:rsid w:val="002D08F8"/>
    <w:rsid w:val="00371785"/>
    <w:rsid w:val="00377A20"/>
    <w:rsid w:val="003A4F99"/>
    <w:rsid w:val="004636A1"/>
    <w:rsid w:val="0047565A"/>
    <w:rsid w:val="004C6244"/>
    <w:rsid w:val="00552C31"/>
    <w:rsid w:val="0057026B"/>
    <w:rsid w:val="0057649C"/>
    <w:rsid w:val="005847C6"/>
    <w:rsid w:val="005C0AD6"/>
    <w:rsid w:val="005F434A"/>
    <w:rsid w:val="006038B9"/>
    <w:rsid w:val="00604B7C"/>
    <w:rsid w:val="00640A3B"/>
    <w:rsid w:val="00686023"/>
    <w:rsid w:val="006B5B8A"/>
    <w:rsid w:val="006D4F8E"/>
    <w:rsid w:val="006F16C2"/>
    <w:rsid w:val="006F504E"/>
    <w:rsid w:val="006F7634"/>
    <w:rsid w:val="00721A5E"/>
    <w:rsid w:val="007331C1"/>
    <w:rsid w:val="00742D96"/>
    <w:rsid w:val="00784603"/>
    <w:rsid w:val="00834D53"/>
    <w:rsid w:val="00835AD8"/>
    <w:rsid w:val="00850DFA"/>
    <w:rsid w:val="008E7A07"/>
    <w:rsid w:val="008F019A"/>
    <w:rsid w:val="00911844"/>
    <w:rsid w:val="00921C62"/>
    <w:rsid w:val="00966E9E"/>
    <w:rsid w:val="009D0F90"/>
    <w:rsid w:val="009D4225"/>
    <w:rsid w:val="009F2A7D"/>
    <w:rsid w:val="00A025A1"/>
    <w:rsid w:val="00A56EB6"/>
    <w:rsid w:val="00A6647D"/>
    <w:rsid w:val="00AF102C"/>
    <w:rsid w:val="00B374F3"/>
    <w:rsid w:val="00B43E8C"/>
    <w:rsid w:val="00B832D1"/>
    <w:rsid w:val="00BA6823"/>
    <w:rsid w:val="00BA768D"/>
    <w:rsid w:val="00C07994"/>
    <w:rsid w:val="00C35BC1"/>
    <w:rsid w:val="00C76FD7"/>
    <w:rsid w:val="00CA7596"/>
    <w:rsid w:val="00CD7030"/>
    <w:rsid w:val="00D52FEA"/>
    <w:rsid w:val="00D82B2D"/>
    <w:rsid w:val="00D9232E"/>
    <w:rsid w:val="00DF6470"/>
    <w:rsid w:val="00E07928"/>
    <w:rsid w:val="00E10AC7"/>
    <w:rsid w:val="00E216DA"/>
    <w:rsid w:val="00E27353"/>
    <w:rsid w:val="00E67C7F"/>
    <w:rsid w:val="00EC7DCA"/>
    <w:rsid w:val="00F05231"/>
    <w:rsid w:val="00F42115"/>
    <w:rsid w:val="00F84D7C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D9F8E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40EC9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BasicParagraph">
    <w:name w:val="[Basic Paragraph]"/>
    <w:basedOn w:val="Normal"/>
    <w:uiPriority w:val="99"/>
    <w:rsid w:val="00C0799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" w:eastAsiaTheme="minorHAnsi" w:hAnsi="GillSans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40EC9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BasicParagraph">
    <w:name w:val="[Basic Paragraph]"/>
    <w:basedOn w:val="Normal"/>
    <w:uiPriority w:val="99"/>
    <w:rsid w:val="00C0799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" w:eastAsiaTheme="minorHAnsi" w:hAnsi="GillSans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SHD:Users:imacg5:Documents:%20Trabalhos%20Pedro:FUNDAC&#807;A&#771;O%20CALOUSTE%20GULBENKIAN:ABC_2:GABC_Dossier%20de%20Grupo:Paginac&#807;a&#771;o:5_REGISTO%20E%20AVALIAC&#807;A&#771;O:5_DOC_5.7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115E7-8A1F-C540-A614-892BC768F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5_DOC_5.7.dotx</Template>
  <TotalTime>25</TotalTime>
  <Pages>1</Pages>
  <Words>9</Words>
  <Characters>52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Gonçalves</dc:creator>
  <cp:lastModifiedBy>Pedro Gonçalves</cp:lastModifiedBy>
  <cp:revision>6</cp:revision>
  <cp:lastPrinted>2018-05-03T13:55:00Z</cp:lastPrinted>
  <dcterms:created xsi:type="dcterms:W3CDTF">2018-05-03T13:57:00Z</dcterms:created>
  <dcterms:modified xsi:type="dcterms:W3CDTF">2018-05-07T14:55:00Z</dcterms:modified>
</cp:coreProperties>
</file>